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37AC9661756A40E8B790578C0D79928E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D93234" w:rsidP="00CF0EF4">
          <w:pPr>
            <w:pStyle w:val="Tituldatum"/>
          </w:pPr>
          <w:r w:rsidRPr="00D93234">
            <w:rPr>
              <w:rStyle w:val="Nzevakce"/>
            </w:rPr>
            <w:t>Rekonstrukce výpravní budovy v </w:t>
          </w:r>
          <w:proofErr w:type="spellStart"/>
          <w:r w:rsidRPr="00D93234">
            <w:rPr>
              <w:rStyle w:val="Nzevakce"/>
            </w:rPr>
            <w:t>žst</w:t>
          </w:r>
          <w:proofErr w:type="spellEnd"/>
          <w:r w:rsidRPr="00D93234">
            <w:rPr>
              <w:rStyle w:val="Nzevakce"/>
            </w:rPr>
            <w:t>. Plzeň hl. n.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A3566" w:rsidRPr="004A3566">
        <w:rPr>
          <w:highlight w:val="yellow"/>
        </w:rPr>
        <w:t>revize 05. 11</w:t>
      </w:r>
      <w:r w:rsidR="00A15C54" w:rsidRPr="004A3566">
        <w:rPr>
          <w:highlight w:val="yellow"/>
        </w:rPr>
        <w:t>. 2020</w:t>
      </w:r>
      <w:r w:rsidR="000008ED">
        <w:t xml:space="preserve"> </w:t>
      </w:r>
    </w:p>
    <w:p w:rsidR="00826B7B" w:rsidRDefault="00826B7B">
      <w:r>
        <w:br w:type="page"/>
      </w:r>
    </w:p>
    <w:p w:rsidR="000008ED" w:rsidRPr="000C5D34" w:rsidRDefault="000008ED">
      <w:pPr>
        <w:rPr>
          <w:i/>
        </w:rPr>
      </w:pPr>
    </w:p>
    <w:p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128D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128D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128D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128D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128D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128D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128D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D51B8" w:rsidRDefault="00383328" w:rsidP="00DA20CF">
            <w:pPr>
              <w:pStyle w:val="Zkratky1"/>
              <w:rPr>
                <w:highlight w:val="yellow"/>
              </w:rPr>
            </w:pPr>
            <w:r w:rsidRPr="006D51B8">
              <w:rPr>
                <w:highlight w:val="yellow"/>
              </w:rPr>
              <w:t>ČSN</w:t>
            </w:r>
            <w:r w:rsidR="005E07BA" w:rsidRPr="006D51B8">
              <w:rPr>
                <w:highlight w:val="yellow"/>
              </w:rPr>
              <w:t xml:space="preserve"> </w:t>
            </w:r>
            <w:r w:rsidR="005E07BA" w:rsidRPr="006D51B8">
              <w:rPr>
                <w:highlight w:val="yellow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F0AA1" w:rsidRPr="006D51B8" w:rsidRDefault="005E07BA" w:rsidP="00BC06B4">
            <w:pPr>
              <w:pStyle w:val="Zkratky2"/>
              <w:rPr>
                <w:highlight w:val="yellow"/>
              </w:rPr>
            </w:pPr>
            <w:r w:rsidRPr="006D51B8">
              <w:rPr>
                <w:highlight w:val="yellow"/>
              </w:rPr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D51B8" w:rsidRDefault="006F0AA1" w:rsidP="005E07BA">
            <w:pPr>
              <w:pStyle w:val="Zkratky1"/>
              <w:rPr>
                <w:highlight w:val="yellow"/>
              </w:rPr>
            </w:pPr>
            <w:r w:rsidRPr="006D51B8">
              <w:rPr>
                <w:highlight w:val="yellow"/>
              </w:rPr>
              <w:t>CÚ 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D51B8" w:rsidRDefault="006F0AA1" w:rsidP="00BC06B4">
            <w:pPr>
              <w:pStyle w:val="Zkratky2"/>
              <w:rPr>
                <w:highlight w:val="yellow"/>
              </w:rPr>
            </w:pPr>
            <w:r w:rsidRPr="006D51B8">
              <w:rPr>
                <w:highlight w:val="yellow"/>
              </w:rPr>
              <w:t xml:space="preserve">Cenová úroveň 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</w:t>
      </w:r>
      <w:r w:rsidR="00DA698B">
        <w:t>trukcí a prací (dále jen OTSKP)</w:t>
      </w:r>
      <w:r>
        <w:t>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  <w:r w:rsidR="00335EAF">
        <w:t xml:space="preserve"> Zejména se jedná o</w:t>
      </w:r>
      <w:r w:rsidR="007F3BC1">
        <w:t xml:space="preserve"> cenovou soustavu URS CÚ 2020</w:t>
      </w:r>
      <w:r w:rsidR="00335EAF">
        <w:t>, jejímž správcem je URS Praha (</w:t>
      </w:r>
      <w:hyperlink r:id="rId11" w:history="1">
        <w:r w:rsidR="00335EAF" w:rsidRPr="00F84015">
          <w:rPr>
            <w:rStyle w:val="Hypertextovodkaz"/>
            <w:noProof w:val="0"/>
          </w:rPr>
          <w:t>www.cs-urs.cz</w:t>
        </w:r>
      </w:hyperlink>
      <w:r w:rsidR="00335EAF">
        <w:t xml:space="preserve">). 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</w:t>
      </w:r>
      <w:r>
        <w:lastRenderedPageBreak/>
        <w:t>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F3EA3" w:rsidRDefault="005F3EA3" w:rsidP="005E07BA">
      <w:pPr>
        <w:pStyle w:val="Odrka1-2-"/>
      </w:pPr>
      <w:r>
        <w:t>zajištění provozu budovy pro cestující veřejnost, složky SŽ a dopravce</w:t>
      </w:r>
      <w:r w:rsidR="00577BDC">
        <w:t xml:space="preserve"> včetně zajištění přesunů jednotlivých soukromých či veřejných provozů </w:t>
      </w:r>
      <w:r w:rsidR="00F236FC">
        <w:t>k</w:t>
      </w:r>
      <w:r w:rsidR="00577BDC">
        <w:t xml:space="preserve"> zajištění jejich provizorního provozu</w:t>
      </w:r>
      <w:r w:rsidR="00F236FC">
        <w:t xml:space="preserve"> včetně</w:t>
      </w:r>
      <w:r w:rsidR="00104790">
        <w:t xml:space="preserve"> přesunů do konečného stavu</w:t>
      </w:r>
      <w:r w:rsidR="00F236FC">
        <w:t>,</w:t>
      </w:r>
    </w:p>
    <w:p w:rsidR="00B03877" w:rsidRDefault="00B03877" w:rsidP="005E07BA">
      <w:pPr>
        <w:pStyle w:val="Odrka1-2-"/>
      </w:pPr>
      <w:r>
        <w:t>opatření pro oddělení stavby od provozovaných částí budovy a jejího okolí včetně dopadů (např. informační tabule apod.)</w:t>
      </w:r>
      <w:r w:rsidR="00F236FC">
        <w:t>,</w:t>
      </w:r>
    </w:p>
    <w:p w:rsidR="00B03877" w:rsidRDefault="00B03877" w:rsidP="005E07BA">
      <w:pPr>
        <w:pStyle w:val="Odrka1-2-"/>
      </w:pPr>
      <w:r>
        <w:t>součinnost s výkonem památkového dohledu</w:t>
      </w:r>
      <w:r w:rsidR="00F236FC">
        <w:t>,</w:t>
      </w:r>
    </w:p>
    <w:p w:rsidR="00250F90" w:rsidRDefault="00250F90" w:rsidP="005E07BA">
      <w:pPr>
        <w:pStyle w:val="Odrka1-2-"/>
      </w:pPr>
      <w:r>
        <w:t>zajištění dílčích správní řízení v průběhu provádění Díla, zejména z titulu památkové péče,</w:t>
      </w:r>
    </w:p>
    <w:p w:rsidR="00B03877" w:rsidRDefault="00B03877" w:rsidP="005E07BA">
      <w:pPr>
        <w:pStyle w:val="Odrka1-2-"/>
      </w:pPr>
      <w:r>
        <w:t xml:space="preserve">uvádění díla do </w:t>
      </w:r>
      <w:r w:rsidR="00A959CD">
        <w:t xml:space="preserve">užívání / </w:t>
      </w:r>
      <w:r w:rsidR="00A15C54">
        <w:t xml:space="preserve">do </w:t>
      </w:r>
      <w:r>
        <w:t>provozu po částech a náklady s tím související</w:t>
      </w:r>
      <w:r w:rsidR="00F236FC">
        <w:t>,</w:t>
      </w:r>
    </w:p>
    <w:p w:rsidR="00B03877" w:rsidRDefault="00B03877" w:rsidP="005E07BA">
      <w:pPr>
        <w:pStyle w:val="Odrka1-2-"/>
      </w:pPr>
      <w:r>
        <w:t xml:space="preserve">ochrana uměleckých děl (pamětní desky, </w:t>
      </w:r>
      <w:r w:rsidR="00104790">
        <w:t xml:space="preserve">sochy, </w:t>
      </w:r>
      <w:r>
        <w:t>plastiky apod.) před poškozením stavbou</w:t>
      </w:r>
      <w:r w:rsidR="00F236FC">
        <w:t>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 Soupisu prací</w:t>
      </w:r>
      <w:r w:rsidR="003E341B">
        <w:rPr>
          <w:rStyle w:val="Tun"/>
        </w:rPr>
        <w:t xml:space="preserve">, </w:t>
      </w:r>
      <w:r w:rsidR="003E341B" w:rsidRPr="00205A36">
        <w:rPr>
          <w:rStyle w:val="Tun"/>
          <w:highlight w:val="yellow"/>
        </w:rPr>
        <w:t xml:space="preserve">vyjma evidenčních položek viz </w:t>
      </w:r>
      <w:r w:rsidR="00205A36" w:rsidRPr="00205A36">
        <w:rPr>
          <w:rStyle w:val="Tun"/>
          <w:highlight w:val="yellow"/>
        </w:rPr>
        <w:t>odst. 2.1.9</w:t>
      </w:r>
      <w:r w:rsidR="00205A36">
        <w:rPr>
          <w:rStyle w:val="Tun"/>
        </w:rPr>
        <w:t>,</w:t>
      </w:r>
      <w:r w:rsidRPr="005E07BA">
        <w:rPr>
          <w:rStyle w:val="Tun"/>
        </w:rPr>
        <w:t xml:space="preserve">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B0140C" w:rsidRDefault="005E07BA" w:rsidP="00B0140C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Pr="007607B8">
        <w:t>XDC</w:t>
      </w:r>
      <w:r>
        <w:t>)</w:t>
      </w:r>
      <w:r w:rsidR="007C263C">
        <w:t xml:space="preserve"> a *. XLSX</w:t>
      </w:r>
      <w:r>
        <w:t>.</w:t>
      </w:r>
    </w:p>
    <w:p w:rsidR="00205A36" w:rsidRDefault="00B0140C" w:rsidP="00B0140C">
      <w:pPr>
        <w:pStyle w:val="Text2-1"/>
      </w:pPr>
      <w:bookmarkStart w:id="10" w:name="_GoBack"/>
      <w:r w:rsidRPr="004A3566">
        <w:rPr>
          <w:highlight w:val="yellow"/>
        </w:rPr>
        <w:t xml:space="preserve">R-položky na Likvidaci odpadů včetně dopravy, které jsou součástí soupisu prací jednotlivých SO a PS, Zhotovitel neoceňuje, jedná se o </w:t>
      </w:r>
      <w:r w:rsidRPr="004A3566">
        <w:rPr>
          <w:highlight w:val="yellow"/>
          <w:u w:val="single"/>
        </w:rPr>
        <w:t>evidenční položky</w:t>
      </w:r>
      <w:r w:rsidRPr="004A3566">
        <w:rPr>
          <w:highlight w:val="yellow"/>
        </w:rPr>
        <w:t>. Uvedeny jsou pouze informativně, pro účel kontroly a fakturace v průběhu zhotovení stavby. Zhotovitel ocení pouze souhrnné položky jednotlivých odpadů</w:t>
      </w:r>
      <w:r w:rsidRPr="004A3566">
        <w:rPr>
          <w:highlight w:val="yellow"/>
        </w:rPr>
        <w:t xml:space="preserve"> v SO 90-90</w:t>
      </w:r>
      <w:r w:rsidR="004A3566" w:rsidRPr="004A3566">
        <w:rPr>
          <w:highlight w:val="yellow"/>
        </w:rPr>
        <w:t>.</w:t>
      </w:r>
      <w:bookmarkEnd w:id="10"/>
      <w:r>
        <w:t xml:space="preserve"> 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E76" w:rsidRDefault="009C6E76" w:rsidP="00962258">
      <w:pPr>
        <w:spacing w:after="0" w:line="240" w:lineRule="auto"/>
      </w:pPr>
      <w:r>
        <w:separator/>
      </w:r>
    </w:p>
  </w:endnote>
  <w:endnote w:type="continuationSeparator" w:id="0">
    <w:p w:rsidR="009C6E76" w:rsidRDefault="009C6E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28D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28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C6E76" w:rsidP="00C87634">
          <w:pPr>
            <w:pStyle w:val="Zpatvlevo"/>
          </w:pPr>
          <w:fldSimple w:instr=" STYLEREF  _Název_akce  \* MERGEFORMAT ">
            <w:r w:rsidR="003128DE" w:rsidRPr="003128DE">
              <w:rPr>
                <w:b/>
                <w:bCs/>
                <w:noProof/>
              </w:rPr>
              <w:t>Rekonstrukce</w:t>
            </w:r>
            <w:r w:rsidR="003128DE">
              <w:rPr>
                <w:noProof/>
              </w:rPr>
              <w:t xml:space="preserve"> výpravní budovy v žst. Plzeň hl. n.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C6E76" w:rsidP="00C87634">
          <w:pPr>
            <w:pStyle w:val="Zpatvpravo"/>
          </w:pPr>
          <w:fldSimple w:instr=" STYLEREF  _Název_akce  \* MERGEFORMAT ">
            <w:r w:rsidR="003128DE" w:rsidRPr="003128DE">
              <w:rPr>
                <w:b/>
                <w:bCs/>
                <w:noProof/>
              </w:rPr>
              <w:t>Rekonstrukce</w:t>
            </w:r>
            <w:r w:rsidR="003128DE">
              <w:rPr>
                <w:noProof/>
              </w:rPr>
              <w:t xml:space="preserve"> výpravní budovy v žst. Plzeň hl. n.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28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28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E76" w:rsidRDefault="009C6E76" w:rsidP="00962258">
      <w:pPr>
        <w:spacing w:after="0" w:line="240" w:lineRule="auto"/>
      </w:pPr>
      <w:r>
        <w:separator/>
      </w:r>
    </w:p>
  </w:footnote>
  <w:footnote w:type="continuationSeparator" w:id="0">
    <w:p w:rsidR="009C6E76" w:rsidRDefault="009C6E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8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04790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5A36"/>
    <w:rsid w:val="002071BB"/>
    <w:rsid w:val="00207DF5"/>
    <w:rsid w:val="00227883"/>
    <w:rsid w:val="00240415"/>
    <w:rsid w:val="00240B81"/>
    <w:rsid w:val="00240E69"/>
    <w:rsid w:val="00247D01"/>
    <w:rsid w:val="0025030F"/>
    <w:rsid w:val="00250F90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10CD0"/>
    <w:rsid w:val="003128DE"/>
    <w:rsid w:val="003229ED"/>
    <w:rsid w:val="00327EEF"/>
    <w:rsid w:val="0033239F"/>
    <w:rsid w:val="00334918"/>
    <w:rsid w:val="00335EAF"/>
    <w:rsid w:val="003368B2"/>
    <w:rsid w:val="0034274B"/>
    <w:rsid w:val="0034719F"/>
    <w:rsid w:val="00350A35"/>
    <w:rsid w:val="003571D8"/>
    <w:rsid w:val="00357BC6"/>
    <w:rsid w:val="00361422"/>
    <w:rsid w:val="0037545D"/>
    <w:rsid w:val="00383328"/>
    <w:rsid w:val="00386FF1"/>
    <w:rsid w:val="00392EB6"/>
    <w:rsid w:val="003956C6"/>
    <w:rsid w:val="003A4F32"/>
    <w:rsid w:val="003A5AB1"/>
    <w:rsid w:val="003C33F2"/>
    <w:rsid w:val="003D756E"/>
    <w:rsid w:val="003E341B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A3566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77BDC"/>
    <w:rsid w:val="00580245"/>
    <w:rsid w:val="00586049"/>
    <w:rsid w:val="005A1F44"/>
    <w:rsid w:val="005B76D4"/>
    <w:rsid w:val="005C4DB0"/>
    <w:rsid w:val="005D3C39"/>
    <w:rsid w:val="005E07BA"/>
    <w:rsid w:val="005F3EA3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51B8"/>
    <w:rsid w:val="006E0578"/>
    <w:rsid w:val="006E314D"/>
    <w:rsid w:val="006F0AA1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07B8"/>
    <w:rsid w:val="0076286B"/>
    <w:rsid w:val="007652BE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3BC1"/>
    <w:rsid w:val="007F56A7"/>
    <w:rsid w:val="007F7EA8"/>
    <w:rsid w:val="00800851"/>
    <w:rsid w:val="008074E9"/>
    <w:rsid w:val="00807DD0"/>
    <w:rsid w:val="00810E5C"/>
    <w:rsid w:val="00816930"/>
    <w:rsid w:val="00821D01"/>
    <w:rsid w:val="00825984"/>
    <w:rsid w:val="00825E8E"/>
    <w:rsid w:val="00826B7B"/>
    <w:rsid w:val="00834146"/>
    <w:rsid w:val="00846789"/>
    <w:rsid w:val="00856EE7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C6E76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33BB"/>
    <w:rsid w:val="00A15C54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959CD"/>
    <w:rsid w:val="00AA4CBB"/>
    <w:rsid w:val="00AA65FA"/>
    <w:rsid w:val="00AA7351"/>
    <w:rsid w:val="00AB33B3"/>
    <w:rsid w:val="00AD056F"/>
    <w:rsid w:val="00AD0C7B"/>
    <w:rsid w:val="00AD18A8"/>
    <w:rsid w:val="00AD5F1A"/>
    <w:rsid w:val="00AD6731"/>
    <w:rsid w:val="00B008D5"/>
    <w:rsid w:val="00B0140C"/>
    <w:rsid w:val="00B02F73"/>
    <w:rsid w:val="00B03877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3234"/>
    <w:rsid w:val="00D97BE3"/>
    <w:rsid w:val="00DA3711"/>
    <w:rsid w:val="00DA698B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1501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36FC"/>
    <w:rsid w:val="00F310F8"/>
    <w:rsid w:val="00F35939"/>
    <w:rsid w:val="00F45607"/>
    <w:rsid w:val="00F4722B"/>
    <w:rsid w:val="00F54432"/>
    <w:rsid w:val="00F659EB"/>
    <w:rsid w:val="00F86BA6"/>
    <w:rsid w:val="00F8788B"/>
    <w:rsid w:val="00F935CA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27F524"/>
  <w14:defaultImageDpi w14:val="32767"/>
  <w15:docId w15:val="{95219389-5BB9-4D28-B495-9C5291A9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paragraph" w:customStyle="1" w:styleId="Default">
    <w:name w:val="Default"/>
    <w:rsid w:val="00B0140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s-ur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vby\Plze&#328;\ZD%20na%20realizaci\Vzory\R_Zhotoven&#237;_stavby_FIDIC_(nadlimitn&#237;)\KSP_R-F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AC9661756A40E8B790578C0D7992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D0DD30-5276-45DC-9979-8F3510F4AD08}"/>
      </w:docPartPr>
      <w:docPartBody>
        <w:p w:rsidR="00E30B1D" w:rsidRDefault="00BF0BD9">
          <w:pPr>
            <w:pStyle w:val="37AC9661756A40E8B790578C0D79928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D9"/>
    <w:rsid w:val="00100F02"/>
    <w:rsid w:val="003B4F55"/>
    <w:rsid w:val="004164E7"/>
    <w:rsid w:val="00AE0DB7"/>
    <w:rsid w:val="00B87380"/>
    <w:rsid w:val="00BF0BD9"/>
    <w:rsid w:val="00E3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7AC9661756A40E8B790578C0D79928E">
    <w:name w:val="37AC9661756A40E8B790578C0D7992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D265F2-9AF2-4BAF-AA9F-F1C03785C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KSP_R-F_VZOR_200228</Template>
  <TotalTime>70</TotalTime>
  <Pages>7</Pages>
  <Words>1960</Words>
  <Characters>11569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Kámen Michal, Ing. Bc.</dc:creator>
  <cp:lastModifiedBy>Kámen Michal, Ing. Bc.</cp:lastModifiedBy>
  <cp:revision>4</cp:revision>
  <cp:lastPrinted>2019-03-13T10:28:00Z</cp:lastPrinted>
  <dcterms:created xsi:type="dcterms:W3CDTF">2020-11-05T11:12:00Z</dcterms:created>
  <dcterms:modified xsi:type="dcterms:W3CDTF">2020-11-05T12:37:00Z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